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0" w:rsidRDefault="00761580" w:rsidP="00761580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...................2019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4833C1">
        <w:rPr>
          <w:rFonts w:ascii="Arial" w:hAnsi="Arial"/>
        </w:rPr>
        <w:t xml:space="preserve">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010AE1" w:rsidRDefault="00010AE1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</w:p>
    <w:p w:rsidR="00D469A7" w:rsidRPr="00C059AB" w:rsidRDefault="00D469A7" w:rsidP="004833C1">
      <w:pPr>
        <w:pStyle w:val="Zwykytekst"/>
        <w:jc w:val="center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1</w:t>
      </w:r>
    </w:p>
    <w:p w:rsidR="00D469A7" w:rsidRPr="00590355" w:rsidRDefault="00D469A7" w:rsidP="009B5F89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Na zasadach i warunkach określonych</w:t>
      </w:r>
      <w:r>
        <w:rPr>
          <w:rFonts w:ascii="Arial" w:hAnsi="Arial"/>
        </w:rPr>
        <w:t xml:space="preserve"> w niniejszej umowie WYKONAWCA </w:t>
      </w:r>
      <w:r w:rsidRPr="00C059AB">
        <w:rPr>
          <w:rFonts w:ascii="Arial" w:hAnsi="Arial"/>
        </w:rPr>
        <w:t>zobowiązuje się</w:t>
      </w:r>
      <w:r>
        <w:rPr>
          <w:rFonts w:ascii="Arial" w:hAnsi="Arial"/>
        </w:rPr>
        <w:t xml:space="preserve"> </w:t>
      </w:r>
      <w:r w:rsidR="000838E1">
        <w:rPr>
          <w:rFonts w:ascii="Arial" w:hAnsi="Arial"/>
        </w:rPr>
        <w:t xml:space="preserve">sprzedawać  </w:t>
      </w:r>
      <w:r w:rsidR="001E5DB9">
        <w:rPr>
          <w:rFonts w:ascii="Arial" w:hAnsi="Arial"/>
        </w:rPr>
        <w:t>ZAMAWIAJĄCEMU akcesoria medyczne, sprzęt</w:t>
      </w:r>
      <w:r w:rsidR="001E5DB9" w:rsidRPr="001E5DB9">
        <w:rPr>
          <w:rFonts w:ascii="Arial" w:hAnsi="Arial"/>
        </w:rPr>
        <w:t xml:space="preserve"> jednorazowego</w:t>
      </w:r>
      <w:r w:rsidR="009B5F89">
        <w:rPr>
          <w:rFonts w:ascii="Arial" w:hAnsi="Arial"/>
        </w:rPr>
        <w:t xml:space="preserve"> </w:t>
      </w:r>
      <w:r w:rsidR="001E5DB9" w:rsidRPr="001E5DB9">
        <w:rPr>
          <w:rFonts w:ascii="Arial" w:hAnsi="Arial"/>
        </w:rPr>
        <w:t>użytku</w:t>
      </w:r>
      <w:r w:rsidR="009B5F89">
        <w:rPr>
          <w:rFonts w:ascii="Arial" w:hAnsi="Arial"/>
        </w:rPr>
        <w:t xml:space="preserve">, </w:t>
      </w:r>
      <w:r w:rsidR="009B5F89" w:rsidRPr="009B5F89">
        <w:rPr>
          <w:rFonts w:ascii="Arial" w:hAnsi="Arial"/>
        </w:rPr>
        <w:t>materiały dezynfekcyjne</w:t>
      </w:r>
      <w:r w:rsidR="001E5DB9">
        <w:rPr>
          <w:rFonts w:ascii="Arial" w:hAnsi="Arial"/>
        </w:rPr>
        <w:t xml:space="preserve"> zgodne</w:t>
      </w:r>
      <w:r w:rsidRPr="00590355">
        <w:rPr>
          <w:rFonts w:ascii="Arial" w:hAnsi="Arial"/>
        </w:rPr>
        <w:t xml:space="preserve"> z o</w:t>
      </w:r>
      <w:r w:rsidR="001E5DB9">
        <w:rPr>
          <w:rFonts w:ascii="Arial" w:hAnsi="Arial"/>
        </w:rPr>
        <w:t xml:space="preserve">fertą przetargową szczegółowo opisane w </w:t>
      </w:r>
      <w:r w:rsidRPr="00590355">
        <w:rPr>
          <w:rFonts w:ascii="Arial" w:hAnsi="Arial"/>
          <w:b/>
        </w:rPr>
        <w:t>załączniku  nr 1</w:t>
      </w:r>
      <w:r w:rsidR="001E5DB9">
        <w:rPr>
          <w:rFonts w:ascii="Arial" w:hAnsi="Arial"/>
        </w:rPr>
        <w:t xml:space="preserve"> do umowy, zwane</w:t>
      </w:r>
      <w:r w:rsidRPr="00590355">
        <w:rPr>
          <w:rFonts w:ascii="Arial" w:hAnsi="Arial"/>
        </w:rPr>
        <w:t xml:space="preserve"> w dalszej części  umowy „</w:t>
      </w:r>
      <w:r w:rsidRPr="00590355">
        <w:rPr>
          <w:rFonts w:ascii="Arial" w:hAnsi="Arial"/>
          <w:b/>
        </w:rPr>
        <w:t>towarem</w:t>
      </w:r>
      <w:r w:rsidRPr="00590355">
        <w:rPr>
          <w:rFonts w:ascii="Arial" w:hAnsi="Arial"/>
        </w:rPr>
        <w:t>”.</w:t>
      </w:r>
    </w:p>
    <w:p w:rsidR="00D469A7" w:rsidRPr="00C059AB" w:rsidRDefault="00D469A7" w:rsidP="00D469A7">
      <w:pPr>
        <w:pStyle w:val="Zwykytekst"/>
        <w:numPr>
          <w:ilvl w:val="0"/>
          <w:numId w:val="9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Umowa niniejsza zostaje zawarta w związku z wyborem w trybie przetargu </w:t>
      </w:r>
      <w:r w:rsidR="001E5DB9">
        <w:rPr>
          <w:rFonts w:ascii="Arial" w:hAnsi="Arial"/>
        </w:rPr>
        <w:t xml:space="preserve">nieograniczonego </w:t>
      </w:r>
      <w:r w:rsidRPr="00C059AB">
        <w:rPr>
          <w:rFonts w:ascii="Arial" w:hAnsi="Arial"/>
        </w:rPr>
        <w:t>oferty WYKONAWCY na  dostawę towarów.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4833C1">
      <w:pPr>
        <w:pStyle w:val="Zwykytekst"/>
        <w:jc w:val="center"/>
        <w:rPr>
          <w:rFonts w:ascii="Arial" w:hAnsi="Arial"/>
        </w:rPr>
      </w:pPr>
      <w:r w:rsidRPr="00C059AB">
        <w:rPr>
          <w:rFonts w:ascii="Arial" w:hAnsi="Arial"/>
          <w:b/>
          <w:u w:val="single"/>
        </w:rPr>
        <w:t>Artykuł 2</w:t>
      </w:r>
    </w:p>
    <w:p w:rsidR="00D469A7" w:rsidRPr="00E02133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Dostawa towaru będzie następowała każdorazowo (</w:t>
      </w:r>
      <w:r w:rsidRPr="00C059AB">
        <w:rPr>
          <w:rFonts w:ascii="Arial" w:hAnsi="Arial"/>
          <w:i/>
        </w:rPr>
        <w:t>w pełnym asortymencie</w:t>
      </w:r>
      <w:r w:rsidRPr="00C059AB">
        <w:rPr>
          <w:rFonts w:ascii="Arial" w:hAnsi="Arial"/>
        </w:rPr>
        <w:t>) na podstawie</w:t>
      </w:r>
      <w:r>
        <w:rPr>
          <w:rFonts w:ascii="Arial" w:hAnsi="Arial"/>
        </w:rPr>
        <w:t xml:space="preserve"> </w:t>
      </w:r>
      <w:r w:rsidRPr="00E02133">
        <w:rPr>
          <w:rFonts w:ascii="Arial" w:hAnsi="Arial"/>
          <w:b/>
        </w:rPr>
        <w:t>zamówienia</w:t>
      </w:r>
      <w:r w:rsidRPr="00E02133">
        <w:rPr>
          <w:rFonts w:ascii="Arial" w:hAnsi="Arial"/>
        </w:rPr>
        <w:t xml:space="preserve">   ZAMAWIAJĄCEGO  określającego ilość i rodzaj zamawianego towaru.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Zamówien</w:t>
      </w:r>
      <w:r>
        <w:rPr>
          <w:rFonts w:ascii="Arial" w:hAnsi="Arial"/>
        </w:rPr>
        <w:t>ie mogą być składane Wykonawcy</w:t>
      </w:r>
      <w:r w:rsidRPr="00C059AB">
        <w:rPr>
          <w:rFonts w:ascii="Arial" w:hAnsi="Arial"/>
        </w:rPr>
        <w:t xml:space="preserve"> fax-em lub telefonicznie.</w:t>
      </w:r>
    </w:p>
    <w:p w:rsidR="00D469A7" w:rsidRPr="006254E2" w:rsidRDefault="006254E2" w:rsidP="006254E2">
      <w:pPr>
        <w:numPr>
          <w:ilvl w:val="0"/>
          <w:numId w:val="6"/>
        </w:numPr>
        <w:tabs>
          <w:tab w:val="left" w:pos="72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54E2">
        <w:rPr>
          <w:rFonts w:ascii="Arial" w:hAnsi="Arial" w:cs="Arial"/>
          <w:sz w:val="20"/>
          <w:szCs w:val="20"/>
        </w:rPr>
        <w:t>WYKONAWCA zobowi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zuje si</w:t>
      </w:r>
      <w:r w:rsidRPr="006254E2">
        <w:rPr>
          <w:rFonts w:ascii="Arial" w:hAnsi="Arial" w:cs="Arial" w:hint="cs"/>
          <w:sz w:val="20"/>
          <w:szCs w:val="20"/>
        </w:rPr>
        <w:t>ę</w:t>
      </w:r>
      <w:r w:rsidRPr="006254E2">
        <w:rPr>
          <w:rFonts w:ascii="Arial" w:hAnsi="Arial" w:cs="Arial"/>
          <w:sz w:val="20"/>
          <w:szCs w:val="20"/>
        </w:rPr>
        <w:t xml:space="preserve"> dostarczy</w:t>
      </w:r>
      <w:r w:rsidRPr="006254E2">
        <w:rPr>
          <w:rFonts w:ascii="Arial" w:hAnsi="Arial" w:cs="Arial" w:hint="cs"/>
          <w:sz w:val="20"/>
          <w:szCs w:val="20"/>
        </w:rPr>
        <w:t>ć</w:t>
      </w:r>
      <w:r>
        <w:rPr>
          <w:rFonts w:ascii="Arial" w:hAnsi="Arial" w:cs="Arial"/>
          <w:sz w:val="20"/>
          <w:szCs w:val="20"/>
        </w:rPr>
        <w:t xml:space="preserve"> </w:t>
      </w:r>
      <w:r w:rsidRPr="006254E2">
        <w:rPr>
          <w:rFonts w:ascii="Arial" w:hAnsi="Arial" w:cs="Arial"/>
          <w:sz w:val="20"/>
          <w:szCs w:val="20"/>
        </w:rPr>
        <w:t>zamówiony towar, do siedziby ZAMAWIAJ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CEGO (magazyn sprz</w:t>
      </w:r>
      <w:r w:rsidRPr="006254E2">
        <w:rPr>
          <w:rFonts w:ascii="Arial" w:hAnsi="Arial" w:cs="Arial" w:hint="cs"/>
          <w:sz w:val="20"/>
          <w:szCs w:val="20"/>
        </w:rPr>
        <w:t>ę</w:t>
      </w:r>
      <w:r w:rsidRPr="006254E2">
        <w:rPr>
          <w:rFonts w:ascii="Arial" w:hAnsi="Arial" w:cs="Arial"/>
          <w:sz w:val="20"/>
          <w:szCs w:val="20"/>
        </w:rPr>
        <w:t>tu medycznego) w terminie</w:t>
      </w:r>
      <w:r w:rsidR="00806AC7">
        <w:rPr>
          <w:rFonts w:ascii="Arial" w:hAnsi="Arial" w:cs="Arial"/>
          <w:b/>
          <w:sz w:val="20"/>
          <w:szCs w:val="20"/>
        </w:rPr>
        <w:t xml:space="preserve"> do ….. dni</w:t>
      </w:r>
      <w:r w:rsidRPr="006254E2">
        <w:rPr>
          <w:rFonts w:ascii="Arial" w:hAnsi="Arial" w:cs="Arial"/>
          <w:sz w:val="20"/>
          <w:szCs w:val="20"/>
        </w:rPr>
        <w:t xml:space="preserve"> od chwili z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o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enia zamówienia (od poniedzia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ku do pi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tku w godzinach od 7:00 do 14:00).  Je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eli dostawa wypada w dniu wolnym od pracy, dostawa nast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pi w pierwszym dniu roboczym po wyznaczonym terminie. Za pisemn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 xml:space="preserve">  zgod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 xml:space="preserve">  ZAMAWIAJ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CEGO termin dostawy towarów  mo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 by</w:t>
      </w:r>
      <w:r w:rsidRPr="006254E2">
        <w:rPr>
          <w:rFonts w:ascii="Arial" w:hAnsi="Arial" w:cs="Arial" w:hint="cs"/>
          <w:sz w:val="20"/>
          <w:szCs w:val="20"/>
        </w:rPr>
        <w:t>ć</w:t>
      </w:r>
      <w:r w:rsidRPr="006254E2">
        <w:rPr>
          <w:rFonts w:ascii="Arial" w:hAnsi="Arial" w:cs="Arial"/>
          <w:sz w:val="20"/>
          <w:szCs w:val="20"/>
        </w:rPr>
        <w:t xml:space="preserve"> wyd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u</w:t>
      </w:r>
      <w:r w:rsidRPr="006254E2">
        <w:rPr>
          <w:rFonts w:ascii="Arial" w:hAnsi="Arial" w:cs="Arial" w:hint="cs"/>
          <w:sz w:val="20"/>
          <w:szCs w:val="20"/>
        </w:rPr>
        <w:t>ż</w:t>
      </w:r>
      <w:r w:rsidR="00E855CA">
        <w:rPr>
          <w:rFonts w:ascii="Arial" w:hAnsi="Arial" w:cs="Arial"/>
          <w:sz w:val="20"/>
          <w:szCs w:val="20"/>
        </w:rPr>
        <w:t>ony</w:t>
      </w:r>
      <w:r w:rsidRPr="006254E2">
        <w:rPr>
          <w:rFonts w:ascii="Arial" w:hAnsi="Arial" w:cs="Arial"/>
          <w:sz w:val="20"/>
          <w:szCs w:val="20"/>
        </w:rPr>
        <w:t>.</w:t>
      </w:r>
    </w:p>
    <w:p w:rsidR="00C33A00" w:rsidRPr="0056268F" w:rsidRDefault="00C33A00" w:rsidP="00C33A00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BD348F">
        <w:rPr>
          <w:rFonts w:ascii="Arial" w:eastAsia="Times New Roman" w:hAnsi="Arial" w:cs="Times New Roman"/>
          <w:sz w:val="20"/>
          <w:szCs w:val="20"/>
        </w:rPr>
        <w:t>Dostawa towaru w tym</w:t>
      </w:r>
      <w:r>
        <w:rPr>
          <w:rFonts w:ascii="Arial" w:eastAsia="Times New Roman" w:hAnsi="Arial" w:cs="Times New Roman"/>
          <w:sz w:val="20"/>
          <w:szCs w:val="20"/>
        </w:rPr>
        <w:t xml:space="preserve"> jego rozładunek</w:t>
      </w:r>
      <w:r w:rsidRPr="00BD348F">
        <w:rPr>
          <w:rFonts w:ascii="Arial" w:eastAsia="Times New Roman" w:hAnsi="Arial" w:cs="Times New Roman"/>
          <w:sz w:val="20"/>
          <w:szCs w:val="20"/>
        </w:rPr>
        <w:t xml:space="preserve"> do miejsca przeznaczenia (</w:t>
      </w:r>
      <w:r w:rsidRPr="00BD348F">
        <w:rPr>
          <w:rFonts w:ascii="Arial" w:eastAsia="Times New Roman" w:hAnsi="Arial" w:cs="Times New Roman"/>
          <w:i/>
          <w:sz w:val="20"/>
          <w:szCs w:val="20"/>
        </w:rPr>
        <w:t>magazyn ZAMAWIAJACEGO</w:t>
      </w:r>
      <w:r w:rsidRPr="00BD348F">
        <w:rPr>
          <w:rFonts w:ascii="Arial" w:eastAsia="Times New Roman" w:hAnsi="Arial" w:cs="Times New Roman"/>
          <w:sz w:val="20"/>
          <w:szCs w:val="20"/>
        </w:rPr>
        <w:t>) będzie dokonywana przez WYKONAWCĘ. Koszty transportu towaru, w tym koszty załadunku, wyładunku oraz wszelkie inne wydatki związane z dostawą towaru do miejsca przeznaczenia obciążają WYKONAWCĘ.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Do każdej dostarczonej partii towaru </w:t>
      </w:r>
      <w:r>
        <w:rPr>
          <w:rFonts w:ascii="Arial" w:hAnsi="Arial"/>
        </w:rPr>
        <w:t xml:space="preserve">WYKONAWCA dołączy fakturę VAT </w:t>
      </w:r>
      <w:r w:rsidRPr="00C059AB">
        <w:rPr>
          <w:rFonts w:ascii="Arial" w:hAnsi="Arial"/>
        </w:rPr>
        <w:t xml:space="preserve">określającą nazwę, </w:t>
      </w:r>
      <w:r>
        <w:rPr>
          <w:rFonts w:ascii="Arial" w:hAnsi="Arial"/>
        </w:rPr>
        <w:t xml:space="preserve">numer  katalogowy i  </w:t>
      </w:r>
      <w:r w:rsidRPr="00C059AB">
        <w:rPr>
          <w:rFonts w:ascii="Arial" w:hAnsi="Arial"/>
        </w:rPr>
        <w:t>ceny jednostkowe dostarczonych towarów.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zastrzega sobie prawo do zakupu mniejszych ilości towaru w ramach poszczególnych</w:t>
      </w:r>
    </w:p>
    <w:p w:rsidR="00D469A7" w:rsidRDefault="000636CC" w:rsidP="00D469A7">
      <w:pPr>
        <w:pStyle w:val="Zwykytekst"/>
        <w:ind w:left="360"/>
        <w:jc w:val="both"/>
        <w:rPr>
          <w:rFonts w:ascii="Arial" w:hAnsi="Arial"/>
        </w:rPr>
      </w:pPr>
      <w:r>
        <w:rPr>
          <w:rFonts w:ascii="Arial" w:hAnsi="Arial"/>
        </w:rPr>
        <w:t xml:space="preserve">asortymentów (do 20%) </w:t>
      </w:r>
      <w:r w:rsidR="00D469A7" w:rsidRPr="00C059AB">
        <w:rPr>
          <w:rFonts w:ascii="Arial" w:hAnsi="Arial"/>
        </w:rPr>
        <w:t xml:space="preserve">niż </w:t>
      </w:r>
      <w:r w:rsidR="00D469A7">
        <w:rPr>
          <w:rFonts w:ascii="Arial" w:hAnsi="Arial"/>
        </w:rPr>
        <w:t>podana ilość w z</w:t>
      </w:r>
      <w:r>
        <w:rPr>
          <w:rFonts w:ascii="Arial" w:hAnsi="Arial"/>
        </w:rPr>
        <w:t>ałączniku nr 1</w:t>
      </w:r>
      <w:r w:rsidR="00D469A7">
        <w:rPr>
          <w:rFonts w:ascii="Arial" w:hAnsi="Arial"/>
        </w:rPr>
        <w:t xml:space="preserve"> do umowy, oraz przesunięć </w:t>
      </w:r>
      <w:r>
        <w:rPr>
          <w:rFonts w:ascii="Arial" w:hAnsi="Arial"/>
        </w:rPr>
        <w:t xml:space="preserve">ilościowych pomiędzy pozycjami </w:t>
      </w:r>
      <w:r w:rsidR="00D469A7">
        <w:rPr>
          <w:rFonts w:ascii="Arial" w:hAnsi="Arial"/>
        </w:rPr>
        <w:t>w poszczególnych częściach.</w:t>
      </w:r>
      <w:r>
        <w:rPr>
          <w:rFonts w:ascii="Arial" w:hAnsi="Arial"/>
        </w:rPr>
        <w:t xml:space="preserve"> </w:t>
      </w:r>
      <w:r w:rsidR="00D469A7" w:rsidRPr="00C059AB">
        <w:rPr>
          <w:rFonts w:ascii="Arial" w:hAnsi="Arial"/>
        </w:rPr>
        <w:t>Z tego tytułu Wykonawca n</w:t>
      </w:r>
      <w:r w:rsidR="00D469A7">
        <w:rPr>
          <w:rFonts w:ascii="Arial" w:hAnsi="Arial"/>
        </w:rPr>
        <w:t xml:space="preserve">ie będzie uprawniony do innych roszczeń względem </w:t>
      </w:r>
      <w:r>
        <w:rPr>
          <w:rFonts w:ascii="Arial" w:hAnsi="Arial"/>
        </w:rPr>
        <w:t xml:space="preserve">Zamawiającego niż </w:t>
      </w:r>
      <w:r w:rsidR="00D469A7" w:rsidRPr="00C059AB">
        <w:rPr>
          <w:rFonts w:ascii="Arial" w:hAnsi="Arial"/>
        </w:rPr>
        <w:t>żądania zapłaty za towar już dostarczony Zamawiającemu</w:t>
      </w:r>
    </w:p>
    <w:p w:rsidR="00D469A7" w:rsidRPr="005A17B5" w:rsidRDefault="00D469A7" w:rsidP="00D469A7">
      <w:pPr>
        <w:pStyle w:val="Zwykytekst"/>
        <w:jc w:val="both"/>
        <w:rPr>
          <w:rFonts w:ascii="Arial" w:hAnsi="Arial"/>
        </w:rPr>
      </w:pPr>
      <w:r w:rsidRPr="005A17B5">
        <w:rPr>
          <w:rFonts w:ascii="Arial" w:hAnsi="Arial"/>
        </w:rPr>
        <w:t xml:space="preserve">7.  </w:t>
      </w:r>
      <w:r>
        <w:rPr>
          <w:rFonts w:ascii="Arial" w:hAnsi="Arial"/>
        </w:rPr>
        <w:t xml:space="preserve">  Realizacja każdej części </w:t>
      </w:r>
      <w:r w:rsidRPr="005A17B5">
        <w:rPr>
          <w:rFonts w:ascii="Arial" w:hAnsi="Arial"/>
        </w:rPr>
        <w:t>z osobna ma charakter samodzielnego zobowiązania stron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3</w:t>
      </w:r>
    </w:p>
    <w:p w:rsidR="00D469A7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Wynagrodzenie Wykonawcy za wykonanie przedmiotu umowy ustala się w wysokości zgodnie z ofertą przetargową.</w:t>
      </w:r>
    </w:p>
    <w:p w:rsidR="00D469A7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4D15EF">
        <w:rPr>
          <w:rFonts w:ascii="Arial" w:hAnsi="Arial"/>
        </w:rPr>
        <w:t xml:space="preserve">Ceny jednostkowe towarów stanowiących przedmiot umowy określa załącznik nr 1 do umowy. Ceny jednostkowe towarów nie ulegają zmianie przez okres </w:t>
      </w:r>
      <w:r>
        <w:rPr>
          <w:rFonts w:ascii="Arial" w:hAnsi="Arial"/>
        </w:rPr>
        <w:t>12</w:t>
      </w:r>
      <w:r w:rsidRPr="004D15EF">
        <w:rPr>
          <w:rFonts w:ascii="Arial" w:hAnsi="Arial"/>
        </w:rPr>
        <w:t xml:space="preserve"> mies</w:t>
      </w:r>
      <w:r>
        <w:rPr>
          <w:rFonts w:ascii="Arial" w:hAnsi="Arial"/>
        </w:rPr>
        <w:t>ięcy od dnia podpisania umowy z </w:t>
      </w:r>
      <w:r w:rsidRPr="004D15EF">
        <w:rPr>
          <w:rFonts w:ascii="Arial" w:hAnsi="Arial"/>
        </w:rPr>
        <w:t xml:space="preserve">wyjątkiem zmiany stawki podatku  VAT, zmiany cen urzędowych. </w:t>
      </w:r>
      <w:r>
        <w:rPr>
          <w:rFonts w:ascii="Arial" w:hAnsi="Arial"/>
        </w:rPr>
        <w:t>W przypadku zmiany stawki podatku VAT zmianie ulegnie wyłącznie cena brutto, cena netto pozostanie bez zmian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przypadku zmiany cen jednostkowych WYKONAWCA  zobowiązany jest do każdorazowego przedstawienia  wykazu z nowo obowiązującymi cenami.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ZAMAWIAJĄCY zobowiązuje się płacić WYKONAWCY należną cenę stanowiącą iloczyn ceny brutto wg   załącznika nr 1 i ilości zamówionego  towaru  w terminie </w:t>
      </w:r>
      <w:r>
        <w:rPr>
          <w:rFonts w:ascii="Arial" w:hAnsi="Arial"/>
          <w:b/>
        </w:rPr>
        <w:t>6</w:t>
      </w:r>
      <w:r w:rsidRPr="00C059AB">
        <w:rPr>
          <w:rFonts w:ascii="Arial" w:hAnsi="Arial"/>
          <w:b/>
        </w:rPr>
        <w:t>0</w:t>
      </w:r>
      <w:r w:rsidRPr="00C059AB">
        <w:rPr>
          <w:rFonts w:ascii="Arial" w:hAnsi="Arial"/>
        </w:rPr>
        <w:t xml:space="preserve"> dni od daty wystawienia przez WYKONAWCĘ  faktury VAT.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Należną cena  będzie płatne przez ZAMAWIAJĄCEGO  na rachunek bankowy nr .............................................................................................................................................................</w:t>
      </w:r>
    </w:p>
    <w:p w:rsidR="00D469A7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WYKONAWCY.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4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1. Zamawiający dopuszcza wprowadzenie zmian w umowie w zakresie: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a) numeru katalogowego produktu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b) nazwy produktu przy zachowaniu jego parametrów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c)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przedmiotowym/produkt zamienny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d) sposobu konfekcjonowania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e) liczby opakowań</w:t>
      </w:r>
    </w:p>
    <w:p w:rsidR="00D469A7" w:rsidRPr="00C059AB" w:rsidRDefault="00A4166C" w:rsidP="00D469A7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 xml:space="preserve">f) </w:t>
      </w:r>
      <w:r w:rsidR="00D469A7" w:rsidRPr="00C059AB">
        <w:rPr>
          <w:rFonts w:ascii="Arial" w:hAnsi="Arial"/>
        </w:rPr>
        <w:t>zamiany w sytuacji gdy wprowadzony zostanie do sprzedaży przez Wykonawcę produkt zmodyfikowany udoskonalony</w:t>
      </w:r>
    </w:p>
    <w:p w:rsidR="00D469A7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g) zmiany w przypadku w</w:t>
      </w:r>
      <w:r w:rsidR="004E6138">
        <w:rPr>
          <w:rFonts w:ascii="Arial" w:hAnsi="Arial"/>
        </w:rPr>
        <w:t>ystąpienia incydentu medycznego</w:t>
      </w:r>
      <w:r w:rsidRPr="00C059AB">
        <w:rPr>
          <w:rFonts w:ascii="Arial" w:hAnsi="Arial"/>
        </w:rPr>
        <w:t>, przy zachowaniu parametrów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2. Powyższe zmiany nie mogą skutkować zmian cen jednostkowych, wartości umowy i nie mogą być niekorzystne dla Zamawiającego.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ab/>
      </w: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5</w:t>
      </w:r>
    </w:p>
    <w:p w:rsidR="00D469A7" w:rsidRPr="00C059AB" w:rsidRDefault="00D469A7" w:rsidP="00D469A7">
      <w:pPr>
        <w:pStyle w:val="Zwykytekst"/>
        <w:ind w:left="426" w:hanging="426"/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1. </w:t>
      </w:r>
      <w:r>
        <w:rPr>
          <w:rFonts w:ascii="Arial" w:hAnsi="Arial"/>
        </w:rPr>
        <w:t xml:space="preserve"> </w:t>
      </w:r>
      <w:r w:rsidR="00D21113" w:rsidRPr="0056268F">
        <w:rPr>
          <w:rFonts w:ascii="Arial" w:hAnsi="Arial"/>
        </w:rPr>
        <w:t>Wykonawca oświadcza że dostarczony w ram</w:t>
      </w:r>
      <w:r w:rsidR="00B9759B">
        <w:rPr>
          <w:rFonts w:ascii="Arial" w:hAnsi="Arial"/>
        </w:rPr>
        <w:t xml:space="preserve">ach niniejszej umowy towar </w:t>
      </w:r>
      <w:r w:rsidR="00D21113" w:rsidRPr="0056268F">
        <w:rPr>
          <w:rFonts w:ascii="Arial" w:hAnsi="Arial"/>
        </w:rPr>
        <w:t xml:space="preserve">posiada aktualne pozwolenie na dopuszczenie do obrotu zgodnie z prawem polskim i odpowiada wymaganiom określonym w Rejestrze Wytwórców i Wyrobów Medycznych, zgodnie z ustawą o wyrobach medycznych z dnia </w:t>
      </w:r>
      <w:r w:rsidR="00D21113" w:rsidRPr="0056268F">
        <w:rPr>
          <w:rFonts w:ascii="Arial" w:hAnsi="Arial" w:cs="Arial"/>
          <w:bCs/>
        </w:rPr>
        <w:t>20 maja 2010. o wyrobach me</w:t>
      </w:r>
      <w:r w:rsidR="00D21113">
        <w:rPr>
          <w:rFonts w:ascii="Arial" w:hAnsi="Arial" w:cs="Arial"/>
          <w:bCs/>
        </w:rPr>
        <w:t>dycznych ( Dz. U  z 2019  poz. 175</w:t>
      </w:r>
      <w:r w:rsidR="00D21113" w:rsidRPr="0056268F">
        <w:rPr>
          <w:rFonts w:ascii="Arial" w:hAnsi="Arial" w:cs="Arial"/>
          <w:bCs/>
        </w:rPr>
        <w:t>)</w:t>
      </w:r>
      <w:r w:rsidR="00D21113" w:rsidRPr="0056268F">
        <w:rPr>
          <w:rFonts w:ascii="Arial" w:hAnsi="Arial"/>
        </w:rPr>
        <w:t xml:space="preserve">  oraz na każde wezwanie Zamawiającego przedstawi w/w dokument dla wskazanego</w:t>
      </w:r>
      <w:r w:rsidR="009045EF">
        <w:rPr>
          <w:rFonts w:ascii="Arial" w:hAnsi="Arial"/>
        </w:rPr>
        <w:t xml:space="preserve"> </w:t>
      </w:r>
      <w:bookmarkStart w:id="0" w:name="_GoBack"/>
      <w:bookmarkEnd w:id="0"/>
      <w:r w:rsidR="009045EF">
        <w:rPr>
          <w:rFonts w:ascii="Arial" w:hAnsi="Arial"/>
        </w:rPr>
        <w:t>towaru</w:t>
      </w:r>
      <w:r w:rsidR="00D21113" w:rsidRPr="0056268F">
        <w:rPr>
          <w:rFonts w:ascii="Arial" w:hAnsi="Arial"/>
        </w:rPr>
        <w:t>, a także będzie  prawidłowo o</w:t>
      </w:r>
      <w:r w:rsidR="00D21113">
        <w:rPr>
          <w:rFonts w:ascii="Arial" w:hAnsi="Arial"/>
        </w:rPr>
        <w:t>pakowany i </w:t>
      </w:r>
      <w:r w:rsidR="00D21113" w:rsidRPr="0056268F">
        <w:rPr>
          <w:rFonts w:ascii="Arial" w:hAnsi="Arial"/>
        </w:rPr>
        <w:t>oznakowany oraz posiadać polską wer</w:t>
      </w:r>
      <w:r w:rsidR="00D21113">
        <w:rPr>
          <w:rFonts w:ascii="Arial" w:hAnsi="Arial"/>
        </w:rPr>
        <w:t>sję językową.</w:t>
      </w:r>
    </w:p>
    <w:p w:rsidR="00D469A7" w:rsidRPr="00ED5632" w:rsidRDefault="00D469A7" w:rsidP="00D469A7">
      <w:pPr>
        <w:pStyle w:val="Zwykytekst"/>
        <w:tabs>
          <w:tab w:val="left" w:pos="142"/>
          <w:tab w:val="left" w:pos="567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2.  </w:t>
      </w:r>
      <w:r w:rsidRPr="00C059AB">
        <w:rPr>
          <w:rFonts w:ascii="Arial" w:hAnsi="Arial"/>
        </w:rPr>
        <w:t xml:space="preserve">Dostarczony ZAMAWIAJĄCEMU  przez WYKONAWCĘ towar będzie posiadał co najmniej </w:t>
      </w:r>
      <w:r w:rsidRPr="00C059AB">
        <w:rPr>
          <w:rFonts w:ascii="Arial" w:hAnsi="Arial"/>
          <w:b/>
        </w:rPr>
        <w:t>12-</w:t>
      </w:r>
      <w:r>
        <w:rPr>
          <w:rFonts w:ascii="Arial" w:hAnsi="Arial"/>
          <w:b/>
        </w:rPr>
        <w:t xml:space="preserve"> </w:t>
      </w:r>
      <w:r w:rsidRPr="00C059AB">
        <w:rPr>
          <w:rFonts w:ascii="Arial" w:hAnsi="Arial"/>
          <w:b/>
        </w:rPr>
        <w:t xml:space="preserve">miesięczny </w:t>
      </w:r>
      <w:r w:rsidRPr="00C059AB">
        <w:rPr>
          <w:rFonts w:ascii="Arial" w:hAnsi="Arial"/>
        </w:rPr>
        <w:t>okres  ważności i przydatności do użytkowania (</w:t>
      </w:r>
      <w:r w:rsidRPr="00C059AB">
        <w:rPr>
          <w:rFonts w:ascii="Arial" w:hAnsi="Arial"/>
          <w:i/>
        </w:rPr>
        <w:t>stosowania</w:t>
      </w:r>
      <w:r w:rsidRPr="00C059AB">
        <w:rPr>
          <w:rFonts w:ascii="Arial" w:hAnsi="Arial"/>
        </w:rPr>
        <w:t>).</w:t>
      </w:r>
    </w:p>
    <w:p w:rsidR="00D469A7" w:rsidRPr="00C059AB" w:rsidRDefault="00D469A7" w:rsidP="00D469A7">
      <w:pPr>
        <w:pStyle w:val="Zwykytekst"/>
        <w:ind w:left="426" w:hanging="426"/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3. </w:t>
      </w:r>
      <w:r>
        <w:rPr>
          <w:rFonts w:ascii="Arial" w:hAnsi="Arial"/>
        </w:rPr>
        <w:t xml:space="preserve">  </w:t>
      </w:r>
      <w:r w:rsidRPr="00C059AB">
        <w:rPr>
          <w:rFonts w:ascii="Arial" w:hAnsi="Arial"/>
        </w:rPr>
        <w:t>WYKONAWCA jest zobowiązany niezwłocznie pisemnie informować ZAMAWIAJĄCEGO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 xml:space="preserve">o wstrzymaniu 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stosowania  lub wycofania z obrotu towarów objętych niniejszą umową.</w:t>
      </w:r>
    </w:p>
    <w:p w:rsidR="00D469A7" w:rsidRPr="00C059AB" w:rsidRDefault="00D469A7" w:rsidP="00D469A7">
      <w:pPr>
        <w:pStyle w:val="Zwykytekst"/>
        <w:numPr>
          <w:ilvl w:val="0"/>
          <w:numId w:val="1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 jest zobowiązany niezwłocznie zawiadomić  WYKONAWCĘ (</w:t>
      </w:r>
      <w:r w:rsidRPr="00C059AB">
        <w:rPr>
          <w:rFonts w:ascii="Arial" w:hAnsi="Arial"/>
          <w:i/>
        </w:rPr>
        <w:t>reklamacje</w:t>
      </w:r>
      <w:r w:rsidRPr="00C059AB">
        <w:rPr>
          <w:rFonts w:ascii="Arial" w:hAnsi="Arial"/>
        </w:rPr>
        <w:t>) o dostawach  towarów nie spełniających warunków jakościowych określonych w umowie oraz o brakach ilościowych  dostarczonych towarów.</w:t>
      </w:r>
    </w:p>
    <w:p w:rsidR="00D469A7" w:rsidRPr="00C059AB" w:rsidRDefault="00D469A7" w:rsidP="00D469A7">
      <w:pPr>
        <w:pStyle w:val="Zwykytekst"/>
        <w:numPr>
          <w:ilvl w:val="0"/>
          <w:numId w:val="13"/>
        </w:numPr>
        <w:tabs>
          <w:tab w:val="clear" w:pos="390"/>
          <w:tab w:val="num" w:pos="0"/>
        </w:tabs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WYKONAWCA zobowiązany jest w terminie do </w:t>
      </w:r>
      <w:r w:rsidRPr="00C059AB">
        <w:rPr>
          <w:rFonts w:ascii="Arial" w:hAnsi="Arial"/>
          <w:b/>
        </w:rPr>
        <w:t>5-dni</w:t>
      </w:r>
      <w:r w:rsidRPr="00C059AB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C059AB">
        <w:rPr>
          <w:rFonts w:ascii="Arial" w:hAnsi="Arial"/>
        </w:rPr>
        <w:t xml:space="preserve">miejsce towaru wadliwego towar odpowiadający wymaganiom </w:t>
      </w:r>
      <w:r w:rsidRPr="00C059AB">
        <w:rPr>
          <w:rFonts w:ascii="Arial" w:hAnsi="Arial"/>
        </w:rPr>
        <w:tab/>
        <w:t>określonym w umowie oraz towar brakujący.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6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 przypadku opóźnienia</w:t>
      </w:r>
      <w:r w:rsidRPr="00C059AB">
        <w:rPr>
          <w:rFonts w:ascii="Arial" w:hAnsi="Arial"/>
        </w:rPr>
        <w:t xml:space="preserve"> w dostawie zamówionego lub reklamowanego towaru WYKONAWCA zapłaci ZAMAWIAJĄCEMU karę umowną w wysokości </w:t>
      </w:r>
      <w:r w:rsidRPr="00C059AB">
        <w:rPr>
          <w:rFonts w:ascii="Arial" w:hAnsi="Arial"/>
          <w:b/>
        </w:rPr>
        <w:t>0,50 %</w:t>
      </w:r>
      <w:r w:rsidRPr="00C059AB">
        <w:rPr>
          <w:rFonts w:ascii="Arial" w:hAnsi="Arial"/>
        </w:rPr>
        <w:t xml:space="preserve"> wartości nie zrealizowanego z</w:t>
      </w:r>
      <w:r>
        <w:rPr>
          <w:rFonts w:ascii="Arial" w:hAnsi="Arial"/>
        </w:rPr>
        <w:t>amówienia za każdy dzień opóźnienia.</w:t>
      </w:r>
      <w:r w:rsidRPr="00C059AB">
        <w:rPr>
          <w:rFonts w:ascii="Arial" w:hAnsi="Arial"/>
        </w:rPr>
        <w:t>.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może dochodzić od WYKONAWCY </w:t>
      </w:r>
      <w:r w:rsidRPr="00C059AB">
        <w:rPr>
          <w:rFonts w:ascii="Arial" w:hAnsi="Arial"/>
        </w:rPr>
        <w:t>odszkodowania przenosząc</w:t>
      </w:r>
      <w:r>
        <w:rPr>
          <w:rFonts w:ascii="Arial" w:hAnsi="Arial"/>
        </w:rPr>
        <w:t xml:space="preserve">ego wysokość zastrzeżonej kary </w:t>
      </w:r>
      <w:r w:rsidRPr="00C059AB">
        <w:rPr>
          <w:rFonts w:ascii="Arial" w:hAnsi="Arial"/>
        </w:rPr>
        <w:t>umownej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Wykonawca zapłaci Zamawiającemu karę umowną za odstąpienie od umowy z przyczyn zależnych od Wykonawcy w wysokości 10% wynagrodzenia umownego brutto o którym mowa w  art. 3 ust.1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Dostawca nie może bez zgody Zamawiającego przelać wierzytelności wynikających z ni</w:t>
      </w:r>
      <w:r>
        <w:rPr>
          <w:rFonts w:ascii="Arial" w:hAnsi="Arial"/>
        </w:rPr>
        <w:t>niejszej umowy na osobę trzecią pod rygorem nieważności tej czynności.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7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Umowa zostaje zawarta na czas określony do dnia   </w:t>
      </w:r>
      <w:r w:rsidR="000303BD">
        <w:rPr>
          <w:rFonts w:ascii="Arial" w:hAnsi="Arial"/>
        </w:rPr>
        <w:t>…….2020</w:t>
      </w:r>
      <w:r w:rsidRPr="00C059AB">
        <w:rPr>
          <w:rFonts w:ascii="Arial" w:hAnsi="Arial"/>
        </w:rPr>
        <w:t xml:space="preserve"> r.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Umowa może być rozwiązana w każdym czasie na mocy porozumienia stron.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8</w:t>
      </w:r>
    </w:p>
    <w:p w:rsidR="00D469A7" w:rsidRPr="00C059AB" w:rsidRDefault="00D469A7" w:rsidP="00D469A7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Wszelkie zmiany lub uzupełnienia umowy mogą być dokonane za zgodą stron w formie pisemnej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pod rygorem  nieważności.</w:t>
      </w:r>
    </w:p>
    <w:p w:rsidR="00D469A7" w:rsidRPr="00C059AB" w:rsidRDefault="00D469A7" w:rsidP="00D469A7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sprawach nie uregulowanych umową mają zastosowanie odpowiednie przepisy Kodeksu</w:t>
      </w:r>
      <w:r>
        <w:rPr>
          <w:rFonts w:ascii="Arial" w:hAnsi="Arial"/>
        </w:rPr>
        <w:t xml:space="preserve"> Cywilnego i </w:t>
      </w:r>
      <w:r w:rsidRPr="00C059AB">
        <w:rPr>
          <w:rFonts w:ascii="Arial" w:hAnsi="Arial"/>
        </w:rPr>
        <w:t>ustawy  Prawo zamówień publicznych.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3.   </w:t>
      </w:r>
      <w:r w:rsidRPr="00C059AB">
        <w:rPr>
          <w:rFonts w:ascii="Arial" w:hAnsi="Arial"/>
        </w:rPr>
        <w:t>Załączniki do umowy stanowią jej integralną część.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Umowa została sporządzona w dwóch   jednakowo brzmiących egzemplarzach po jednym dla każdej ze stron.</w:t>
      </w:r>
    </w:p>
    <w:p w:rsidR="00D469A7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083FCE" w:rsidRDefault="00D469A7" w:rsidP="00D469A7">
      <w:pPr>
        <w:pStyle w:val="Zwykytekst"/>
        <w:jc w:val="both"/>
        <w:rPr>
          <w:rFonts w:ascii="Arial" w:hAnsi="Arial"/>
        </w:rPr>
      </w:pPr>
      <w:r w:rsidRPr="00C059AB">
        <w:rPr>
          <w:rFonts w:ascii="Arial" w:hAnsi="Arial"/>
          <w:b/>
        </w:rPr>
        <w:t xml:space="preserve">      WYKONAWCA:                         </w:t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</w:t>
      </w:r>
      <w:r w:rsidR="00EC5B46">
        <w:rPr>
          <w:rFonts w:ascii="Arial" w:hAnsi="Arial"/>
          <w:b/>
        </w:rPr>
        <w:t xml:space="preserve">                               </w:t>
      </w:r>
      <w:r w:rsidRPr="00C059AB">
        <w:rPr>
          <w:rFonts w:ascii="Arial" w:hAnsi="Arial"/>
          <w:b/>
        </w:rPr>
        <w:t>ZAMAWIAJĄCY</w:t>
      </w:r>
      <w:r>
        <w:rPr>
          <w:rFonts w:ascii="Arial" w:hAnsi="Arial"/>
          <w:b/>
        </w:rPr>
        <w:t>:</w:t>
      </w:r>
    </w:p>
    <w:p w:rsidR="0056268F" w:rsidRPr="00F173A3" w:rsidRDefault="0056268F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sectPr w:rsidR="0056268F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7121BF7"/>
    <w:multiLevelType w:val="hybridMultilevel"/>
    <w:tmpl w:val="34CCF452"/>
    <w:lvl w:ilvl="0" w:tplc="67605E78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2" w15:restartNumberingAfterBreak="0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2"/>
  </w:num>
  <w:num w:numId="11">
    <w:abstractNumId w:val="5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F3754"/>
    <w:rsid w:val="00010AE1"/>
    <w:rsid w:val="000303BD"/>
    <w:rsid w:val="000354D8"/>
    <w:rsid w:val="000636CC"/>
    <w:rsid w:val="000838E1"/>
    <w:rsid w:val="00125FCC"/>
    <w:rsid w:val="00140888"/>
    <w:rsid w:val="001618F4"/>
    <w:rsid w:val="001C73E9"/>
    <w:rsid w:val="001E5DB9"/>
    <w:rsid w:val="001F3754"/>
    <w:rsid w:val="00243D10"/>
    <w:rsid w:val="002A2668"/>
    <w:rsid w:val="00307B09"/>
    <w:rsid w:val="003872FB"/>
    <w:rsid w:val="004133CC"/>
    <w:rsid w:val="004358CF"/>
    <w:rsid w:val="004367E6"/>
    <w:rsid w:val="004833C1"/>
    <w:rsid w:val="004839DB"/>
    <w:rsid w:val="004E6138"/>
    <w:rsid w:val="005271F2"/>
    <w:rsid w:val="005440F6"/>
    <w:rsid w:val="0056268F"/>
    <w:rsid w:val="00564CC9"/>
    <w:rsid w:val="00603DE5"/>
    <w:rsid w:val="006254E2"/>
    <w:rsid w:val="006964D8"/>
    <w:rsid w:val="006B06DD"/>
    <w:rsid w:val="006E3BAA"/>
    <w:rsid w:val="007113AC"/>
    <w:rsid w:val="00761580"/>
    <w:rsid w:val="00806AC7"/>
    <w:rsid w:val="00842FD7"/>
    <w:rsid w:val="009045EF"/>
    <w:rsid w:val="00935A7E"/>
    <w:rsid w:val="0094795A"/>
    <w:rsid w:val="009562DC"/>
    <w:rsid w:val="00987CEA"/>
    <w:rsid w:val="00993C9E"/>
    <w:rsid w:val="009B5F89"/>
    <w:rsid w:val="009F5434"/>
    <w:rsid w:val="00A07C29"/>
    <w:rsid w:val="00A109AB"/>
    <w:rsid w:val="00A4166C"/>
    <w:rsid w:val="00A528E1"/>
    <w:rsid w:val="00AA04AD"/>
    <w:rsid w:val="00AA7B10"/>
    <w:rsid w:val="00B05DFC"/>
    <w:rsid w:val="00B9759B"/>
    <w:rsid w:val="00BD1C94"/>
    <w:rsid w:val="00BD348F"/>
    <w:rsid w:val="00C33A00"/>
    <w:rsid w:val="00CA206D"/>
    <w:rsid w:val="00CB0BD9"/>
    <w:rsid w:val="00D21113"/>
    <w:rsid w:val="00D469A7"/>
    <w:rsid w:val="00E06E93"/>
    <w:rsid w:val="00E57D48"/>
    <w:rsid w:val="00E855CA"/>
    <w:rsid w:val="00EA10E4"/>
    <w:rsid w:val="00EC5B46"/>
    <w:rsid w:val="00EE6844"/>
    <w:rsid w:val="00F173A3"/>
    <w:rsid w:val="00F22B0E"/>
    <w:rsid w:val="00FA4173"/>
    <w:rsid w:val="00FC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440DD-EFD6-437F-A5EB-C54484876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CB83E-BFEA-451E-8B5B-82C74586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999</Words>
  <Characters>5997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228</cp:revision>
  <cp:lastPrinted>2018-05-25T12:08:00Z</cp:lastPrinted>
  <dcterms:created xsi:type="dcterms:W3CDTF">2018-05-22T06:21:00Z</dcterms:created>
  <dcterms:modified xsi:type="dcterms:W3CDTF">2019-11-28T10:56:00Z</dcterms:modified>
</cp:coreProperties>
</file>